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244" w:rsidRDefault="00784244">
      <w:pPr>
        <w:rPr>
          <w:b/>
        </w:rPr>
      </w:pPr>
      <w:bookmarkStart w:id="0" w:name="_GoBack"/>
      <w:bookmarkEnd w:id="0"/>
      <w:r w:rsidRPr="00F35EDB">
        <w:rPr>
          <w:b/>
        </w:rPr>
        <w:t>OGGETTO: Comunicazione resa ai sensi ex art.3, comma 7, Legge 13/08/2010, n. 136.</w:t>
      </w:r>
    </w:p>
    <w:p w:rsidR="00784244" w:rsidRPr="00F35EDB" w:rsidRDefault="00784244" w:rsidP="007E4A23">
      <w:pPr>
        <w:jc w:val="both"/>
      </w:pPr>
      <w:r w:rsidRPr="00F35EDB">
        <w:tab/>
        <w:t>Il sottoscritto _______________________________________________________________</w:t>
      </w:r>
    </w:p>
    <w:p w:rsidR="00784244" w:rsidRPr="00F35EDB" w:rsidRDefault="00784244" w:rsidP="007E4A23">
      <w:pPr>
        <w:jc w:val="both"/>
      </w:pPr>
      <w:r w:rsidRPr="00F35EDB">
        <w:t>Legale rappresentante dell’Impresa ___________________________________________________</w:t>
      </w:r>
    </w:p>
    <w:p w:rsidR="00784244" w:rsidRPr="00F35EDB" w:rsidRDefault="00784244" w:rsidP="007E4A23">
      <w:pPr>
        <w:jc w:val="both"/>
      </w:pPr>
      <w:r w:rsidRPr="00F35EDB">
        <w:t>C.F. ________________________________ P. IVA _______________________________________</w:t>
      </w:r>
    </w:p>
    <w:p w:rsidR="00784244" w:rsidRPr="00F35EDB" w:rsidRDefault="00784244" w:rsidP="00F35EDB">
      <w:pPr>
        <w:jc w:val="center"/>
        <w:rPr>
          <w:b/>
        </w:rPr>
      </w:pPr>
      <w:r w:rsidRPr="00F35EDB">
        <w:rPr>
          <w:b/>
        </w:rPr>
        <w:t>DICHIARA</w:t>
      </w:r>
    </w:p>
    <w:p w:rsidR="00784244" w:rsidRDefault="00784244" w:rsidP="007E4A23">
      <w:pPr>
        <w:jc w:val="both"/>
      </w:pPr>
      <w:r w:rsidRPr="00F35EDB">
        <w:t>ai fini della tracciabilità dei flussi finanziari relativi a Contratti/Cottimi/Incarichi/Convenzioni in essere, che il proprio conto corrente dedicato a commesse pubbliche sul quale dovranno essere effettuati i pagamenti tramite bonifico bancario / postale, così come previsto dalla L. 136/2010 è il seguente:</w:t>
      </w:r>
    </w:p>
    <w:p w:rsidR="00784244" w:rsidRDefault="00784244" w:rsidP="007E4A23">
      <w:pPr>
        <w:jc w:val="both"/>
      </w:pPr>
    </w:p>
    <w:p w:rsidR="00784244" w:rsidRDefault="00784244" w:rsidP="007E4A23">
      <w:pPr>
        <w:jc w:val="both"/>
      </w:pPr>
      <w:r w:rsidRPr="008C4C8F">
        <w:rPr>
          <w:b/>
        </w:rPr>
        <w:t>ISTITUTO BANCARIO</w:t>
      </w:r>
      <w:r w:rsidRPr="00F35EDB">
        <w:t>:  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5"/>
        <w:gridCol w:w="333"/>
        <w:gridCol w:w="333"/>
        <w:gridCol w:w="332"/>
        <w:gridCol w:w="332"/>
        <w:gridCol w:w="332"/>
        <w:gridCol w:w="331"/>
        <w:gridCol w:w="331"/>
        <w:gridCol w:w="331"/>
        <w:gridCol w:w="331"/>
        <w:gridCol w:w="331"/>
        <w:gridCol w:w="331"/>
        <w:gridCol w:w="331"/>
        <w:gridCol w:w="331"/>
        <w:gridCol w:w="331"/>
        <w:gridCol w:w="331"/>
        <w:gridCol w:w="331"/>
        <w:gridCol w:w="331"/>
        <w:gridCol w:w="331"/>
        <w:gridCol w:w="331"/>
        <w:gridCol w:w="331"/>
        <w:gridCol w:w="331"/>
        <w:gridCol w:w="331"/>
        <w:gridCol w:w="332"/>
        <w:gridCol w:w="332"/>
        <w:gridCol w:w="332"/>
        <w:gridCol w:w="332"/>
        <w:gridCol w:w="332"/>
      </w:tblGrid>
      <w:tr w:rsidR="00784244" w:rsidRPr="008A6D44" w:rsidTr="00540C15">
        <w:trPr>
          <w:trHeight w:val="510"/>
        </w:trPr>
        <w:tc>
          <w:tcPr>
            <w:tcW w:w="905" w:type="dxa"/>
            <w:vAlign w:val="center"/>
          </w:tcPr>
          <w:p w:rsidR="00784244" w:rsidRPr="008A6D44" w:rsidRDefault="00784244" w:rsidP="008A6D44">
            <w:pPr>
              <w:spacing w:after="0" w:line="240" w:lineRule="auto"/>
              <w:jc w:val="center"/>
              <w:rPr>
                <w:b/>
              </w:rPr>
            </w:pPr>
            <w:r w:rsidRPr="008A6D44">
              <w:rPr>
                <w:b/>
              </w:rPr>
              <w:t>CODICE IBAN:</w:t>
            </w:r>
          </w:p>
        </w:tc>
        <w:tc>
          <w:tcPr>
            <w:tcW w:w="333" w:type="dxa"/>
            <w:vAlign w:val="center"/>
          </w:tcPr>
          <w:p w:rsidR="00784244" w:rsidRPr="008A6D44" w:rsidRDefault="00784244" w:rsidP="008A6D44">
            <w:pPr>
              <w:spacing w:after="0" w:line="240" w:lineRule="auto"/>
              <w:jc w:val="center"/>
            </w:pPr>
          </w:p>
        </w:tc>
        <w:tc>
          <w:tcPr>
            <w:tcW w:w="333" w:type="dxa"/>
            <w:vAlign w:val="center"/>
          </w:tcPr>
          <w:p w:rsidR="00784244" w:rsidRPr="008A6D44" w:rsidRDefault="00784244" w:rsidP="008A6D44">
            <w:pPr>
              <w:spacing w:after="0" w:line="240" w:lineRule="auto"/>
              <w:jc w:val="center"/>
            </w:pPr>
          </w:p>
        </w:tc>
        <w:tc>
          <w:tcPr>
            <w:tcW w:w="332" w:type="dxa"/>
            <w:vAlign w:val="center"/>
          </w:tcPr>
          <w:p w:rsidR="00784244" w:rsidRPr="008A6D44" w:rsidRDefault="00784244" w:rsidP="008A6D44">
            <w:pPr>
              <w:spacing w:after="0" w:line="240" w:lineRule="auto"/>
              <w:jc w:val="center"/>
            </w:pPr>
          </w:p>
        </w:tc>
        <w:tc>
          <w:tcPr>
            <w:tcW w:w="332" w:type="dxa"/>
            <w:vAlign w:val="center"/>
          </w:tcPr>
          <w:p w:rsidR="00784244" w:rsidRPr="008A6D44" w:rsidRDefault="00784244" w:rsidP="008A6D44">
            <w:pPr>
              <w:spacing w:after="0" w:line="240" w:lineRule="auto"/>
              <w:jc w:val="center"/>
            </w:pPr>
          </w:p>
        </w:tc>
        <w:tc>
          <w:tcPr>
            <w:tcW w:w="332" w:type="dxa"/>
            <w:vAlign w:val="center"/>
          </w:tcPr>
          <w:p w:rsidR="00784244" w:rsidRPr="008A6D44" w:rsidRDefault="00784244" w:rsidP="008A6D44">
            <w:pPr>
              <w:spacing w:after="0" w:line="240" w:lineRule="auto"/>
              <w:jc w:val="center"/>
            </w:pPr>
          </w:p>
        </w:tc>
        <w:tc>
          <w:tcPr>
            <w:tcW w:w="331" w:type="dxa"/>
            <w:vAlign w:val="center"/>
          </w:tcPr>
          <w:p w:rsidR="00784244" w:rsidRPr="008A6D44" w:rsidRDefault="00784244" w:rsidP="008A6D44">
            <w:pPr>
              <w:spacing w:after="0" w:line="240" w:lineRule="auto"/>
              <w:jc w:val="center"/>
            </w:pPr>
          </w:p>
        </w:tc>
        <w:tc>
          <w:tcPr>
            <w:tcW w:w="331" w:type="dxa"/>
            <w:vAlign w:val="center"/>
          </w:tcPr>
          <w:p w:rsidR="00784244" w:rsidRPr="008A6D44" w:rsidRDefault="00784244" w:rsidP="008A6D44">
            <w:pPr>
              <w:spacing w:after="0" w:line="240" w:lineRule="auto"/>
              <w:jc w:val="center"/>
            </w:pPr>
          </w:p>
        </w:tc>
        <w:tc>
          <w:tcPr>
            <w:tcW w:w="331" w:type="dxa"/>
            <w:vAlign w:val="center"/>
          </w:tcPr>
          <w:p w:rsidR="00784244" w:rsidRPr="008A6D44" w:rsidRDefault="00784244" w:rsidP="008A6D44">
            <w:pPr>
              <w:spacing w:after="0" w:line="240" w:lineRule="auto"/>
              <w:jc w:val="center"/>
            </w:pPr>
          </w:p>
        </w:tc>
        <w:tc>
          <w:tcPr>
            <w:tcW w:w="331" w:type="dxa"/>
            <w:vAlign w:val="center"/>
          </w:tcPr>
          <w:p w:rsidR="00784244" w:rsidRPr="008A6D44" w:rsidRDefault="00784244" w:rsidP="008A6D44">
            <w:pPr>
              <w:spacing w:after="0" w:line="240" w:lineRule="auto"/>
              <w:jc w:val="center"/>
            </w:pPr>
          </w:p>
        </w:tc>
        <w:tc>
          <w:tcPr>
            <w:tcW w:w="331" w:type="dxa"/>
            <w:vAlign w:val="center"/>
          </w:tcPr>
          <w:p w:rsidR="00784244" w:rsidRPr="008A6D44" w:rsidRDefault="00784244" w:rsidP="008A6D44">
            <w:pPr>
              <w:spacing w:after="0" w:line="240" w:lineRule="auto"/>
              <w:jc w:val="center"/>
            </w:pPr>
          </w:p>
        </w:tc>
        <w:tc>
          <w:tcPr>
            <w:tcW w:w="331" w:type="dxa"/>
            <w:vAlign w:val="center"/>
          </w:tcPr>
          <w:p w:rsidR="00784244" w:rsidRPr="008A6D44" w:rsidRDefault="00784244" w:rsidP="008A6D44">
            <w:pPr>
              <w:spacing w:after="0" w:line="240" w:lineRule="auto"/>
              <w:jc w:val="center"/>
            </w:pPr>
          </w:p>
        </w:tc>
        <w:tc>
          <w:tcPr>
            <w:tcW w:w="331" w:type="dxa"/>
            <w:vAlign w:val="center"/>
          </w:tcPr>
          <w:p w:rsidR="00784244" w:rsidRPr="008A6D44" w:rsidRDefault="00784244" w:rsidP="008A6D44">
            <w:pPr>
              <w:spacing w:after="0" w:line="240" w:lineRule="auto"/>
              <w:jc w:val="center"/>
            </w:pPr>
          </w:p>
        </w:tc>
        <w:tc>
          <w:tcPr>
            <w:tcW w:w="331" w:type="dxa"/>
            <w:vAlign w:val="center"/>
          </w:tcPr>
          <w:p w:rsidR="00784244" w:rsidRPr="008A6D44" w:rsidRDefault="00784244" w:rsidP="008A6D44">
            <w:pPr>
              <w:spacing w:after="0" w:line="240" w:lineRule="auto"/>
              <w:jc w:val="center"/>
            </w:pPr>
          </w:p>
        </w:tc>
        <w:tc>
          <w:tcPr>
            <w:tcW w:w="331" w:type="dxa"/>
            <w:vAlign w:val="center"/>
          </w:tcPr>
          <w:p w:rsidR="00784244" w:rsidRPr="008A6D44" w:rsidRDefault="00784244" w:rsidP="008A6D44">
            <w:pPr>
              <w:spacing w:after="0" w:line="240" w:lineRule="auto"/>
              <w:jc w:val="center"/>
            </w:pPr>
          </w:p>
        </w:tc>
        <w:tc>
          <w:tcPr>
            <w:tcW w:w="331" w:type="dxa"/>
            <w:vAlign w:val="center"/>
          </w:tcPr>
          <w:p w:rsidR="00784244" w:rsidRPr="008A6D44" w:rsidRDefault="00784244" w:rsidP="008A6D44">
            <w:pPr>
              <w:spacing w:after="0" w:line="240" w:lineRule="auto"/>
              <w:jc w:val="center"/>
            </w:pPr>
          </w:p>
        </w:tc>
        <w:tc>
          <w:tcPr>
            <w:tcW w:w="331" w:type="dxa"/>
            <w:vAlign w:val="center"/>
          </w:tcPr>
          <w:p w:rsidR="00784244" w:rsidRPr="008A6D44" w:rsidRDefault="00784244" w:rsidP="008A6D44">
            <w:pPr>
              <w:spacing w:after="0" w:line="240" w:lineRule="auto"/>
              <w:jc w:val="center"/>
            </w:pPr>
          </w:p>
        </w:tc>
        <w:tc>
          <w:tcPr>
            <w:tcW w:w="331" w:type="dxa"/>
            <w:vAlign w:val="center"/>
          </w:tcPr>
          <w:p w:rsidR="00784244" w:rsidRPr="008A6D44" w:rsidRDefault="00784244" w:rsidP="008A6D44">
            <w:pPr>
              <w:spacing w:after="0" w:line="240" w:lineRule="auto"/>
              <w:jc w:val="center"/>
            </w:pPr>
          </w:p>
        </w:tc>
        <w:tc>
          <w:tcPr>
            <w:tcW w:w="331" w:type="dxa"/>
            <w:vAlign w:val="center"/>
          </w:tcPr>
          <w:p w:rsidR="00784244" w:rsidRPr="008A6D44" w:rsidRDefault="00784244" w:rsidP="008A6D44">
            <w:pPr>
              <w:spacing w:after="0" w:line="240" w:lineRule="auto"/>
              <w:jc w:val="center"/>
            </w:pPr>
          </w:p>
        </w:tc>
        <w:tc>
          <w:tcPr>
            <w:tcW w:w="331" w:type="dxa"/>
            <w:vAlign w:val="center"/>
          </w:tcPr>
          <w:p w:rsidR="00784244" w:rsidRPr="008A6D44" w:rsidRDefault="00784244" w:rsidP="008A6D44">
            <w:pPr>
              <w:spacing w:after="0" w:line="240" w:lineRule="auto"/>
              <w:jc w:val="center"/>
            </w:pPr>
          </w:p>
        </w:tc>
        <w:tc>
          <w:tcPr>
            <w:tcW w:w="331" w:type="dxa"/>
            <w:vAlign w:val="center"/>
          </w:tcPr>
          <w:p w:rsidR="00784244" w:rsidRPr="008A6D44" w:rsidRDefault="00784244" w:rsidP="008A6D44">
            <w:pPr>
              <w:spacing w:after="0" w:line="240" w:lineRule="auto"/>
              <w:jc w:val="center"/>
            </w:pPr>
          </w:p>
        </w:tc>
        <w:tc>
          <w:tcPr>
            <w:tcW w:w="331" w:type="dxa"/>
            <w:vAlign w:val="center"/>
          </w:tcPr>
          <w:p w:rsidR="00784244" w:rsidRPr="008A6D44" w:rsidRDefault="00784244" w:rsidP="008A6D44">
            <w:pPr>
              <w:spacing w:after="0" w:line="240" w:lineRule="auto"/>
              <w:jc w:val="center"/>
            </w:pPr>
          </w:p>
        </w:tc>
        <w:tc>
          <w:tcPr>
            <w:tcW w:w="331" w:type="dxa"/>
            <w:vAlign w:val="center"/>
          </w:tcPr>
          <w:p w:rsidR="00784244" w:rsidRPr="008A6D44" w:rsidRDefault="00784244" w:rsidP="008A6D44">
            <w:pPr>
              <w:spacing w:after="0" w:line="240" w:lineRule="auto"/>
              <w:jc w:val="center"/>
            </w:pPr>
          </w:p>
        </w:tc>
        <w:tc>
          <w:tcPr>
            <w:tcW w:w="332" w:type="dxa"/>
            <w:vAlign w:val="center"/>
          </w:tcPr>
          <w:p w:rsidR="00784244" w:rsidRPr="008A6D44" w:rsidRDefault="00784244" w:rsidP="008A6D44">
            <w:pPr>
              <w:spacing w:after="0" w:line="240" w:lineRule="auto"/>
              <w:jc w:val="center"/>
            </w:pPr>
          </w:p>
        </w:tc>
        <w:tc>
          <w:tcPr>
            <w:tcW w:w="332" w:type="dxa"/>
            <w:vAlign w:val="center"/>
          </w:tcPr>
          <w:p w:rsidR="00784244" w:rsidRPr="008A6D44" w:rsidRDefault="00784244" w:rsidP="008A6D44">
            <w:pPr>
              <w:spacing w:after="0" w:line="240" w:lineRule="auto"/>
              <w:jc w:val="center"/>
            </w:pPr>
          </w:p>
        </w:tc>
        <w:tc>
          <w:tcPr>
            <w:tcW w:w="332" w:type="dxa"/>
            <w:vAlign w:val="center"/>
          </w:tcPr>
          <w:p w:rsidR="00784244" w:rsidRPr="008A6D44" w:rsidRDefault="00784244" w:rsidP="008A6D44">
            <w:pPr>
              <w:spacing w:after="0" w:line="240" w:lineRule="auto"/>
              <w:jc w:val="center"/>
            </w:pPr>
          </w:p>
        </w:tc>
        <w:tc>
          <w:tcPr>
            <w:tcW w:w="332" w:type="dxa"/>
          </w:tcPr>
          <w:p w:rsidR="00784244" w:rsidRPr="008A6D44" w:rsidRDefault="00784244" w:rsidP="008A6D44">
            <w:pPr>
              <w:spacing w:after="0" w:line="240" w:lineRule="auto"/>
              <w:jc w:val="center"/>
            </w:pPr>
          </w:p>
        </w:tc>
        <w:tc>
          <w:tcPr>
            <w:tcW w:w="332" w:type="dxa"/>
            <w:vAlign w:val="center"/>
          </w:tcPr>
          <w:p w:rsidR="00784244" w:rsidRPr="008A6D44" w:rsidRDefault="00784244" w:rsidP="008A6D44">
            <w:pPr>
              <w:spacing w:after="0" w:line="240" w:lineRule="auto"/>
              <w:jc w:val="center"/>
            </w:pPr>
          </w:p>
        </w:tc>
      </w:tr>
    </w:tbl>
    <w:p w:rsidR="00784244" w:rsidRPr="00F35EDB" w:rsidRDefault="00784244" w:rsidP="007E4A23">
      <w:pPr>
        <w:jc w:val="both"/>
      </w:pPr>
    </w:p>
    <w:p w:rsidR="00784244" w:rsidRPr="00F35EDB" w:rsidRDefault="00784244" w:rsidP="007E4A23">
      <w:pPr>
        <w:jc w:val="both"/>
      </w:pPr>
      <w:r w:rsidRPr="00F35EDB">
        <w:t>La/e persona/e delegata/e ad operare sul predetto conto è/sono: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44"/>
        <w:gridCol w:w="2444"/>
        <w:gridCol w:w="2445"/>
        <w:gridCol w:w="2445"/>
      </w:tblGrid>
      <w:tr w:rsidR="00784244" w:rsidRPr="008A6D44" w:rsidTr="008A6D44">
        <w:trPr>
          <w:trHeight w:val="479"/>
        </w:trPr>
        <w:tc>
          <w:tcPr>
            <w:tcW w:w="2444" w:type="dxa"/>
          </w:tcPr>
          <w:p w:rsidR="00784244" w:rsidRPr="008A6D44" w:rsidRDefault="00784244" w:rsidP="008A6D44">
            <w:pPr>
              <w:spacing w:after="0" w:line="240" w:lineRule="auto"/>
              <w:jc w:val="center"/>
              <w:rPr>
                <w:b/>
              </w:rPr>
            </w:pPr>
            <w:r w:rsidRPr="008A6D44">
              <w:rPr>
                <w:b/>
              </w:rPr>
              <w:t>NOME</w:t>
            </w:r>
          </w:p>
        </w:tc>
        <w:tc>
          <w:tcPr>
            <w:tcW w:w="2444" w:type="dxa"/>
          </w:tcPr>
          <w:p w:rsidR="00784244" w:rsidRPr="008A6D44" w:rsidRDefault="00784244" w:rsidP="008A6D44">
            <w:pPr>
              <w:spacing w:after="0" w:line="240" w:lineRule="auto"/>
              <w:jc w:val="center"/>
              <w:rPr>
                <w:b/>
              </w:rPr>
            </w:pPr>
            <w:r w:rsidRPr="008A6D44">
              <w:rPr>
                <w:b/>
              </w:rPr>
              <w:t>COGNOME</w:t>
            </w:r>
          </w:p>
        </w:tc>
        <w:tc>
          <w:tcPr>
            <w:tcW w:w="2445" w:type="dxa"/>
          </w:tcPr>
          <w:p w:rsidR="00784244" w:rsidRPr="008A6D44" w:rsidRDefault="00784244" w:rsidP="008A6D44">
            <w:pPr>
              <w:spacing w:after="0" w:line="240" w:lineRule="auto"/>
              <w:jc w:val="center"/>
              <w:rPr>
                <w:b/>
              </w:rPr>
            </w:pPr>
            <w:r w:rsidRPr="008A6D44">
              <w:rPr>
                <w:b/>
              </w:rPr>
              <w:t>LUOGO E DATA DI NASCITA</w:t>
            </w:r>
          </w:p>
        </w:tc>
        <w:tc>
          <w:tcPr>
            <w:tcW w:w="2445" w:type="dxa"/>
          </w:tcPr>
          <w:p w:rsidR="00784244" w:rsidRPr="008A6D44" w:rsidRDefault="00784244" w:rsidP="008A6D44">
            <w:pPr>
              <w:spacing w:after="0" w:line="240" w:lineRule="auto"/>
              <w:jc w:val="center"/>
              <w:rPr>
                <w:b/>
              </w:rPr>
            </w:pPr>
            <w:r w:rsidRPr="008A6D44">
              <w:rPr>
                <w:b/>
              </w:rPr>
              <w:t>CODICE FISCALE</w:t>
            </w:r>
          </w:p>
        </w:tc>
      </w:tr>
      <w:tr w:rsidR="00784244" w:rsidRPr="008A6D44" w:rsidTr="008A6D44">
        <w:trPr>
          <w:trHeight w:val="445"/>
        </w:trPr>
        <w:tc>
          <w:tcPr>
            <w:tcW w:w="2444" w:type="dxa"/>
          </w:tcPr>
          <w:p w:rsidR="00784244" w:rsidRPr="008A6D44" w:rsidRDefault="00784244" w:rsidP="008A6D44">
            <w:pPr>
              <w:spacing w:after="0" w:line="240" w:lineRule="auto"/>
              <w:jc w:val="both"/>
            </w:pPr>
          </w:p>
        </w:tc>
        <w:tc>
          <w:tcPr>
            <w:tcW w:w="2444" w:type="dxa"/>
          </w:tcPr>
          <w:p w:rsidR="00784244" w:rsidRPr="008A6D44" w:rsidRDefault="00784244" w:rsidP="008A6D44">
            <w:pPr>
              <w:spacing w:after="0" w:line="240" w:lineRule="auto"/>
              <w:jc w:val="both"/>
            </w:pPr>
          </w:p>
        </w:tc>
        <w:tc>
          <w:tcPr>
            <w:tcW w:w="2445" w:type="dxa"/>
          </w:tcPr>
          <w:p w:rsidR="00784244" w:rsidRPr="008A6D44" w:rsidRDefault="00784244" w:rsidP="008A6D44">
            <w:pPr>
              <w:spacing w:after="0" w:line="240" w:lineRule="auto"/>
              <w:jc w:val="both"/>
            </w:pPr>
          </w:p>
        </w:tc>
        <w:tc>
          <w:tcPr>
            <w:tcW w:w="2445" w:type="dxa"/>
          </w:tcPr>
          <w:p w:rsidR="00784244" w:rsidRPr="008A6D44" w:rsidRDefault="00784244" w:rsidP="008A6D44">
            <w:pPr>
              <w:spacing w:after="0" w:line="240" w:lineRule="auto"/>
              <w:jc w:val="both"/>
            </w:pPr>
          </w:p>
        </w:tc>
      </w:tr>
      <w:tr w:rsidR="00784244" w:rsidRPr="008A6D44" w:rsidTr="008A6D44">
        <w:trPr>
          <w:trHeight w:val="423"/>
        </w:trPr>
        <w:tc>
          <w:tcPr>
            <w:tcW w:w="2444" w:type="dxa"/>
          </w:tcPr>
          <w:p w:rsidR="00784244" w:rsidRPr="008A6D44" w:rsidRDefault="00784244" w:rsidP="008A6D44">
            <w:pPr>
              <w:spacing w:after="0" w:line="240" w:lineRule="auto"/>
              <w:jc w:val="both"/>
            </w:pPr>
          </w:p>
        </w:tc>
        <w:tc>
          <w:tcPr>
            <w:tcW w:w="2444" w:type="dxa"/>
          </w:tcPr>
          <w:p w:rsidR="00784244" w:rsidRPr="008A6D44" w:rsidRDefault="00784244" w:rsidP="008A6D44">
            <w:pPr>
              <w:spacing w:after="0" w:line="240" w:lineRule="auto"/>
              <w:jc w:val="both"/>
            </w:pPr>
          </w:p>
        </w:tc>
        <w:tc>
          <w:tcPr>
            <w:tcW w:w="2445" w:type="dxa"/>
          </w:tcPr>
          <w:p w:rsidR="00784244" w:rsidRPr="008A6D44" w:rsidRDefault="00784244" w:rsidP="008A6D44">
            <w:pPr>
              <w:spacing w:after="0" w:line="240" w:lineRule="auto"/>
              <w:jc w:val="both"/>
            </w:pPr>
          </w:p>
        </w:tc>
        <w:tc>
          <w:tcPr>
            <w:tcW w:w="2445" w:type="dxa"/>
          </w:tcPr>
          <w:p w:rsidR="00784244" w:rsidRPr="008A6D44" w:rsidRDefault="00784244" w:rsidP="008A6D44">
            <w:pPr>
              <w:spacing w:after="0" w:line="240" w:lineRule="auto"/>
              <w:jc w:val="both"/>
            </w:pPr>
          </w:p>
        </w:tc>
      </w:tr>
      <w:tr w:rsidR="00784244" w:rsidRPr="008A6D44" w:rsidTr="008A6D44">
        <w:trPr>
          <w:trHeight w:val="416"/>
        </w:trPr>
        <w:tc>
          <w:tcPr>
            <w:tcW w:w="2444" w:type="dxa"/>
          </w:tcPr>
          <w:p w:rsidR="00784244" w:rsidRPr="008A6D44" w:rsidRDefault="00784244" w:rsidP="008A6D44">
            <w:pPr>
              <w:spacing w:after="0" w:line="240" w:lineRule="auto"/>
              <w:jc w:val="both"/>
            </w:pPr>
          </w:p>
        </w:tc>
        <w:tc>
          <w:tcPr>
            <w:tcW w:w="2444" w:type="dxa"/>
          </w:tcPr>
          <w:p w:rsidR="00784244" w:rsidRPr="008A6D44" w:rsidRDefault="00784244" w:rsidP="008A6D44">
            <w:pPr>
              <w:spacing w:after="0" w:line="240" w:lineRule="auto"/>
              <w:jc w:val="both"/>
            </w:pPr>
          </w:p>
        </w:tc>
        <w:tc>
          <w:tcPr>
            <w:tcW w:w="2445" w:type="dxa"/>
          </w:tcPr>
          <w:p w:rsidR="00784244" w:rsidRPr="008A6D44" w:rsidRDefault="00784244" w:rsidP="008A6D44">
            <w:pPr>
              <w:spacing w:after="0" w:line="240" w:lineRule="auto"/>
              <w:jc w:val="both"/>
            </w:pPr>
          </w:p>
        </w:tc>
        <w:tc>
          <w:tcPr>
            <w:tcW w:w="2445" w:type="dxa"/>
          </w:tcPr>
          <w:p w:rsidR="00784244" w:rsidRPr="008A6D44" w:rsidRDefault="00784244" w:rsidP="008A6D44">
            <w:pPr>
              <w:spacing w:after="0" w:line="240" w:lineRule="auto"/>
              <w:jc w:val="both"/>
            </w:pPr>
          </w:p>
        </w:tc>
      </w:tr>
      <w:tr w:rsidR="00784244" w:rsidRPr="008A6D44" w:rsidTr="008A6D44">
        <w:trPr>
          <w:trHeight w:val="422"/>
        </w:trPr>
        <w:tc>
          <w:tcPr>
            <w:tcW w:w="2444" w:type="dxa"/>
          </w:tcPr>
          <w:p w:rsidR="00784244" w:rsidRPr="008A6D44" w:rsidRDefault="00784244" w:rsidP="008A6D44">
            <w:pPr>
              <w:spacing w:after="0" w:line="240" w:lineRule="auto"/>
              <w:jc w:val="both"/>
            </w:pPr>
          </w:p>
        </w:tc>
        <w:tc>
          <w:tcPr>
            <w:tcW w:w="2444" w:type="dxa"/>
          </w:tcPr>
          <w:p w:rsidR="00784244" w:rsidRPr="008A6D44" w:rsidRDefault="00784244" w:rsidP="008A6D44">
            <w:pPr>
              <w:spacing w:after="0" w:line="240" w:lineRule="auto"/>
              <w:jc w:val="both"/>
            </w:pPr>
          </w:p>
        </w:tc>
        <w:tc>
          <w:tcPr>
            <w:tcW w:w="2445" w:type="dxa"/>
          </w:tcPr>
          <w:p w:rsidR="00784244" w:rsidRPr="008A6D44" w:rsidRDefault="00784244" w:rsidP="008A6D44">
            <w:pPr>
              <w:spacing w:after="0" w:line="240" w:lineRule="auto"/>
              <w:jc w:val="both"/>
            </w:pPr>
          </w:p>
        </w:tc>
        <w:tc>
          <w:tcPr>
            <w:tcW w:w="2445" w:type="dxa"/>
          </w:tcPr>
          <w:p w:rsidR="00784244" w:rsidRPr="008A6D44" w:rsidRDefault="00784244" w:rsidP="008A6D44">
            <w:pPr>
              <w:spacing w:after="0" w:line="240" w:lineRule="auto"/>
              <w:jc w:val="both"/>
            </w:pPr>
          </w:p>
        </w:tc>
      </w:tr>
      <w:tr w:rsidR="00784244" w:rsidRPr="008A6D44" w:rsidTr="008A6D44">
        <w:trPr>
          <w:trHeight w:val="414"/>
        </w:trPr>
        <w:tc>
          <w:tcPr>
            <w:tcW w:w="2444" w:type="dxa"/>
          </w:tcPr>
          <w:p w:rsidR="00784244" w:rsidRPr="008A6D44" w:rsidRDefault="00784244" w:rsidP="008A6D44">
            <w:pPr>
              <w:spacing w:after="0" w:line="240" w:lineRule="auto"/>
              <w:jc w:val="both"/>
            </w:pPr>
          </w:p>
        </w:tc>
        <w:tc>
          <w:tcPr>
            <w:tcW w:w="2444" w:type="dxa"/>
          </w:tcPr>
          <w:p w:rsidR="00784244" w:rsidRPr="008A6D44" w:rsidRDefault="00784244" w:rsidP="008A6D44">
            <w:pPr>
              <w:spacing w:after="0" w:line="240" w:lineRule="auto"/>
              <w:jc w:val="both"/>
            </w:pPr>
          </w:p>
        </w:tc>
        <w:tc>
          <w:tcPr>
            <w:tcW w:w="2445" w:type="dxa"/>
          </w:tcPr>
          <w:p w:rsidR="00784244" w:rsidRPr="008A6D44" w:rsidRDefault="00784244" w:rsidP="008A6D44">
            <w:pPr>
              <w:spacing w:after="0" w:line="240" w:lineRule="auto"/>
              <w:jc w:val="both"/>
            </w:pPr>
          </w:p>
        </w:tc>
        <w:tc>
          <w:tcPr>
            <w:tcW w:w="2445" w:type="dxa"/>
          </w:tcPr>
          <w:p w:rsidR="00784244" w:rsidRPr="008A6D44" w:rsidRDefault="00784244" w:rsidP="008A6D44">
            <w:pPr>
              <w:spacing w:after="0" w:line="240" w:lineRule="auto"/>
              <w:jc w:val="both"/>
            </w:pPr>
          </w:p>
        </w:tc>
      </w:tr>
      <w:tr w:rsidR="00784244" w:rsidRPr="008A6D44" w:rsidTr="008A6D44">
        <w:trPr>
          <w:trHeight w:val="405"/>
        </w:trPr>
        <w:tc>
          <w:tcPr>
            <w:tcW w:w="2444" w:type="dxa"/>
          </w:tcPr>
          <w:p w:rsidR="00784244" w:rsidRPr="008A6D44" w:rsidRDefault="00784244" w:rsidP="008A6D44">
            <w:pPr>
              <w:spacing w:after="0" w:line="240" w:lineRule="auto"/>
              <w:jc w:val="both"/>
            </w:pPr>
          </w:p>
        </w:tc>
        <w:tc>
          <w:tcPr>
            <w:tcW w:w="2444" w:type="dxa"/>
          </w:tcPr>
          <w:p w:rsidR="00784244" w:rsidRPr="008A6D44" w:rsidRDefault="00784244" w:rsidP="008A6D44">
            <w:pPr>
              <w:spacing w:after="0" w:line="240" w:lineRule="auto"/>
              <w:jc w:val="both"/>
            </w:pPr>
          </w:p>
        </w:tc>
        <w:tc>
          <w:tcPr>
            <w:tcW w:w="2445" w:type="dxa"/>
          </w:tcPr>
          <w:p w:rsidR="00784244" w:rsidRPr="008A6D44" w:rsidRDefault="00784244" w:rsidP="008A6D44">
            <w:pPr>
              <w:spacing w:after="0" w:line="240" w:lineRule="auto"/>
              <w:jc w:val="both"/>
            </w:pPr>
          </w:p>
        </w:tc>
        <w:tc>
          <w:tcPr>
            <w:tcW w:w="2445" w:type="dxa"/>
          </w:tcPr>
          <w:p w:rsidR="00784244" w:rsidRPr="008A6D44" w:rsidRDefault="00784244" w:rsidP="008A6D44">
            <w:pPr>
              <w:spacing w:after="0" w:line="240" w:lineRule="auto"/>
              <w:jc w:val="both"/>
            </w:pPr>
          </w:p>
        </w:tc>
      </w:tr>
    </w:tbl>
    <w:p w:rsidR="00784244" w:rsidRPr="00F35EDB" w:rsidRDefault="00784244" w:rsidP="00F35EDB">
      <w:pPr>
        <w:spacing w:after="0" w:line="240" w:lineRule="auto"/>
        <w:jc w:val="both"/>
      </w:pPr>
    </w:p>
    <w:p w:rsidR="00784244" w:rsidRPr="00F35EDB" w:rsidRDefault="00784244" w:rsidP="00F35EDB">
      <w:pPr>
        <w:spacing w:after="0" w:line="240" w:lineRule="auto"/>
        <w:jc w:val="both"/>
        <w:rPr>
          <w:i/>
        </w:rPr>
      </w:pPr>
      <w:r w:rsidRPr="00F35EDB">
        <w:tab/>
        <w:t>“</w:t>
      </w:r>
      <w:r w:rsidRPr="00F35EDB">
        <w:rPr>
          <w:i/>
        </w:rPr>
        <w:t>Si dichiara di essere informato sulle sanzioni penali per dichiarazioni mendaci, falsità negli atti e uso di atti falsi, prevista dall’art. 76, del D.P.R. 445/2000”.</w:t>
      </w:r>
    </w:p>
    <w:p w:rsidR="00784244" w:rsidRPr="00F35EDB" w:rsidRDefault="00784244" w:rsidP="00F35EDB">
      <w:pPr>
        <w:spacing w:after="0" w:line="240" w:lineRule="auto"/>
        <w:jc w:val="both"/>
        <w:rPr>
          <w:i/>
        </w:rPr>
      </w:pPr>
      <w:r w:rsidRPr="00F35EDB">
        <w:rPr>
          <w:i/>
        </w:rPr>
        <w:tab/>
        <w:t>“Si dichiara altresì di essere informato a norma dell’art. 13, del D.Lgs 196/2003, che i dati personali saranno trattati, anche con strumenti informatici, esclusivamente nell’ambito del procedimento per il quale la presente dichiarazione è presentata”.</w:t>
      </w:r>
    </w:p>
    <w:p w:rsidR="00784244" w:rsidRPr="00F35EDB" w:rsidRDefault="00784244" w:rsidP="00F35EDB">
      <w:pPr>
        <w:spacing w:after="0" w:line="240" w:lineRule="auto"/>
        <w:jc w:val="both"/>
      </w:pPr>
      <w:smartTag w:uri="urn:schemas-microsoft-com:office:smarttags" w:element="PersonName">
        <w:smartTagPr>
          <w:attr w:name="ProductID" w:val="La Società"/>
        </w:smartTagPr>
        <w:r w:rsidRPr="00F35EDB">
          <w:t>La Società</w:t>
        </w:r>
      </w:smartTag>
      <w:r w:rsidRPr="00F35EDB">
        <w:t xml:space="preserve"> si impegna a comunicare alla Stazione Appaltante ogni eventuale variazione relativa al/i predetto/i conto/i corrente/i e ai soggetti autorizzati ad operare su di esso.</w:t>
      </w:r>
    </w:p>
    <w:p w:rsidR="00784244" w:rsidRPr="00F35EDB" w:rsidRDefault="00784244" w:rsidP="00F35EDB">
      <w:pPr>
        <w:spacing w:after="0" w:line="240" w:lineRule="auto"/>
        <w:jc w:val="both"/>
      </w:pPr>
    </w:p>
    <w:p w:rsidR="00784244" w:rsidRPr="00F35EDB" w:rsidRDefault="00784244" w:rsidP="00F35EDB">
      <w:pPr>
        <w:spacing w:after="0" w:line="240" w:lineRule="auto"/>
        <w:jc w:val="both"/>
      </w:pPr>
      <w:r w:rsidRPr="00F35EDB">
        <w:tab/>
      </w:r>
      <w:r w:rsidRPr="00F35EDB">
        <w:tab/>
      </w:r>
      <w:r w:rsidRPr="00F35EDB">
        <w:tab/>
      </w:r>
      <w:r w:rsidRPr="00F35EDB">
        <w:tab/>
      </w:r>
      <w:r w:rsidRPr="00F35EDB">
        <w:tab/>
      </w:r>
      <w:r w:rsidRPr="00F35EDB">
        <w:tab/>
      </w:r>
      <w:r w:rsidRPr="00F35EDB">
        <w:tab/>
      </w:r>
      <w:r w:rsidRPr="00F35EDB">
        <w:tab/>
      </w:r>
      <w:r w:rsidRPr="00F35EDB">
        <w:tab/>
      </w:r>
      <w:r w:rsidRPr="00F35EDB">
        <w:tab/>
      </w:r>
    </w:p>
    <w:p w:rsidR="00784244" w:rsidRPr="00F35EDB" w:rsidRDefault="00784244" w:rsidP="00F35EDB">
      <w:pPr>
        <w:spacing w:after="0" w:line="240" w:lineRule="auto"/>
        <w:ind w:left="6372" w:firstLine="708"/>
        <w:jc w:val="both"/>
        <w:rPr>
          <w:b/>
        </w:rPr>
      </w:pPr>
      <w:r w:rsidRPr="00F35EDB">
        <w:rPr>
          <w:b/>
        </w:rPr>
        <w:t>FIRMA</w:t>
      </w:r>
    </w:p>
    <w:p w:rsidR="00784244" w:rsidRPr="00F35EDB" w:rsidRDefault="00784244" w:rsidP="00F35EDB">
      <w:pPr>
        <w:spacing w:after="0" w:line="240" w:lineRule="auto"/>
        <w:ind w:left="6372" w:firstLine="708"/>
        <w:jc w:val="both"/>
      </w:pPr>
    </w:p>
    <w:p w:rsidR="00784244" w:rsidRPr="00F35EDB" w:rsidRDefault="00784244" w:rsidP="00F35EDB">
      <w:pPr>
        <w:spacing w:after="0" w:line="240" w:lineRule="auto"/>
        <w:jc w:val="both"/>
      </w:pPr>
      <w:r w:rsidRPr="00F35EDB">
        <w:tab/>
      </w:r>
      <w:r w:rsidRPr="00F35EDB">
        <w:tab/>
      </w:r>
      <w:r w:rsidRPr="00F35EDB">
        <w:tab/>
      </w:r>
      <w:r w:rsidRPr="00F35EDB">
        <w:tab/>
      </w:r>
      <w:r w:rsidRPr="00F35EDB">
        <w:tab/>
      </w:r>
      <w:r w:rsidRPr="00F35EDB">
        <w:tab/>
      </w:r>
      <w:r w:rsidRPr="00F35EDB">
        <w:tab/>
      </w:r>
      <w:r w:rsidRPr="00F35EDB">
        <w:tab/>
      </w:r>
      <w:r w:rsidRPr="00F35EDB">
        <w:tab/>
        <w:t>___________________</w:t>
      </w:r>
    </w:p>
    <w:p w:rsidR="00784244" w:rsidRDefault="00784244" w:rsidP="00F35EDB">
      <w:pPr>
        <w:spacing w:after="0" w:line="240" w:lineRule="auto"/>
        <w:jc w:val="both"/>
      </w:pPr>
    </w:p>
    <w:p w:rsidR="00784244" w:rsidRDefault="00784244" w:rsidP="00F35EDB">
      <w:pPr>
        <w:spacing w:after="0" w:line="240" w:lineRule="auto"/>
        <w:jc w:val="both"/>
      </w:pPr>
    </w:p>
    <w:p w:rsidR="00784244" w:rsidRDefault="00784244" w:rsidP="00F35EDB">
      <w:pPr>
        <w:spacing w:after="0" w:line="240" w:lineRule="auto"/>
        <w:jc w:val="both"/>
      </w:pPr>
    </w:p>
    <w:p w:rsidR="00784244" w:rsidRDefault="00784244" w:rsidP="00F35EDB">
      <w:pPr>
        <w:spacing w:after="0" w:line="240" w:lineRule="auto"/>
        <w:jc w:val="both"/>
      </w:pPr>
    </w:p>
    <w:p w:rsidR="00784244" w:rsidRPr="00F35EDB" w:rsidRDefault="00784244" w:rsidP="00F35EDB">
      <w:pPr>
        <w:spacing w:after="0" w:line="240" w:lineRule="auto"/>
        <w:jc w:val="both"/>
      </w:pPr>
      <w:r>
        <w:t>N.</w:t>
      </w:r>
      <w:r w:rsidRPr="00F35EDB">
        <w:t>B.: allegare fotocopia documento di riconoscimento del Legale Rappresentante, attestante la presente dichiarazione.</w:t>
      </w:r>
    </w:p>
    <w:sectPr w:rsidR="00784244" w:rsidRPr="00F35EDB" w:rsidSect="00A51BC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4A23"/>
    <w:rsid w:val="000C1646"/>
    <w:rsid w:val="000E5014"/>
    <w:rsid w:val="001115CF"/>
    <w:rsid w:val="001A05E9"/>
    <w:rsid w:val="001B1668"/>
    <w:rsid w:val="00487DB0"/>
    <w:rsid w:val="004A0435"/>
    <w:rsid w:val="00540C15"/>
    <w:rsid w:val="006422E4"/>
    <w:rsid w:val="00784244"/>
    <w:rsid w:val="007E4A23"/>
    <w:rsid w:val="008A6D44"/>
    <w:rsid w:val="008C4C8F"/>
    <w:rsid w:val="00A51BC2"/>
    <w:rsid w:val="00AC124D"/>
    <w:rsid w:val="00C8508C"/>
    <w:rsid w:val="00E40441"/>
    <w:rsid w:val="00ED7F2F"/>
    <w:rsid w:val="00F35EDB"/>
    <w:rsid w:val="00F919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2E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E4A2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0C16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C16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253</Words>
  <Characters>1446</Characters>
  <Application>Microsoft Office Outlook</Application>
  <DocSecurity>0</DocSecurity>
  <Lines>0</Lines>
  <Paragraphs>0</Paragraphs>
  <ScaleCrop>false</ScaleCrop>
  <Company>unipr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OGGETTO: Comunicazione resa ai sensi ex art</dc:title>
  <dc:subject/>
  <dc:creator>marco.iosa</dc:creator>
  <cp:keywords/>
  <dc:description/>
  <cp:lastModifiedBy>Nome utente</cp:lastModifiedBy>
  <cp:revision>3</cp:revision>
  <cp:lastPrinted>2011-06-15T12:51:00Z</cp:lastPrinted>
  <dcterms:created xsi:type="dcterms:W3CDTF">2011-06-15T15:15:00Z</dcterms:created>
  <dcterms:modified xsi:type="dcterms:W3CDTF">2011-06-30T09:55:00Z</dcterms:modified>
</cp:coreProperties>
</file>